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415D" w:rsidRPr="0061415D" w:rsidRDefault="0061415D" w:rsidP="0061415D">
      <w:pPr>
        <w:spacing w:beforeLines="50" w:before="159" w:afterLines="100" w:after="319"/>
        <w:jc w:val="left"/>
        <w:rPr>
          <w:rFonts w:ascii="黑体" w:eastAsia="黑体" w:hAnsi="黑体"/>
          <w:sz w:val="32"/>
          <w:szCs w:val="32"/>
        </w:rPr>
      </w:pPr>
      <w:bookmarkStart w:id="0" w:name="_GoBack"/>
      <w:r w:rsidRPr="0061415D">
        <w:rPr>
          <w:rFonts w:ascii="黑体" w:eastAsia="黑体" w:hAnsi="黑体" w:hint="eastAsia"/>
          <w:sz w:val="32"/>
          <w:szCs w:val="32"/>
        </w:rPr>
        <w:t>附件5</w:t>
      </w:r>
    </w:p>
    <w:bookmarkEnd w:id="0"/>
    <w:p w:rsidR="00584690" w:rsidRDefault="00A153E2" w:rsidP="00584690">
      <w:pPr>
        <w:spacing w:beforeLines="50" w:before="159" w:afterLines="100" w:after="319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江西服装学院</w:t>
      </w:r>
      <w:r w:rsidR="0061415D" w:rsidRPr="0061415D">
        <w:rPr>
          <w:rFonts w:ascii="方正小标宋简体" w:eastAsia="方正小标宋简体" w:hint="eastAsia"/>
          <w:b/>
          <w:sz w:val="36"/>
          <w:szCs w:val="36"/>
        </w:rPr>
        <w:t>“课程思政”示范课程</w:t>
      </w:r>
      <w:r w:rsidR="0061415D">
        <w:rPr>
          <w:rFonts w:ascii="方正小标宋简体" w:eastAsia="方正小标宋简体" w:hint="eastAsia"/>
          <w:b/>
          <w:sz w:val="36"/>
          <w:szCs w:val="36"/>
        </w:rPr>
        <w:t>汇总</w:t>
      </w:r>
    </w:p>
    <w:p w:rsidR="0061415D" w:rsidRPr="0061415D" w:rsidRDefault="0061415D" w:rsidP="0061415D">
      <w:pPr>
        <w:rPr>
          <w:rFonts w:ascii="仿宋_GB2312" w:eastAsia="仿宋_GB2312" w:hAnsi="黑体" w:hint="eastAsia"/>
          <w:sz w:val="24"/>
        </w:rPr>
      </w:pPr>
      <w:r>
        <w:rPr>
          <w:rFonts w:ascii="仿宋_GB2312" w:eastAsia="仿宋_GB2312" w:hAnsi="黑体" w:hint="eastAsia"/>
          <w:sz w:val="24"/>
        </w:rPr>
        <w:t>联系人及所在部门：                         办公电话：            手机：              电子邮箱：</w:t>
      </w:r>
    </w:p>
    <w:tbl>
      <w:tblPr>
        <w:tblW w:w="139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2664"/>
        <w:gridCol w:w="4089"/>
        <w:gridCol w:w="3928"/>
        <w:gridCol w:w="2418"/>
      </w:tblGrid>
      <w:tr w:rsidR="00584690" w:rsidRPr="00F43FF6" w:rsidTr="00CD7AED">
        <w:trPr>
          <w:trHeight w:val="743"/>
          <w:jc w:val="center"/>
        </w:trPr>
        <w:tc>
          <w:tcPr>
            <w:tcW w:w="877" w:type="dxa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课程类别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开课</w:t>
            </w: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系（部）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课程负责人</w:t>
            </w:r>
          </w:p>
        </w:tc>
      </w:tr>
      <w:tr w:rsidR="00584690" w:rsidRPr="00F43FF6" w:rsidTr="00CD7AED">
        <w:trPr>
          <w:trHeight w:val="238"/>
          <w:jc w:val="center"/>
        </w:trPr>
        <w:tc>
          <w:tcPr>
            <w:tcW w:w="877" w:type="dxa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思想政治理论课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584690" w:rsidRPr="00F43FF6" w:rsidTr="00CD7AED">
        <w:trPr>
          <w:trHeight w:val="238"/>
          <w:jc w:val="center"/>
        </w:trPr>
        <w:tc>
          <w:tcPr>
            <w:tcW w:w="877" w:type="dxa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通识课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584690" w:rsidRPr="00F43FF6" w:rsidTr="00CD7AED">
        <w:trPr>
          <w:trHeight w:val="238"/>
          <w:jc w:val="center"/>
        </w:trPr>
        <w:tc>
          <w:tcPr>
            <w:tcW w:w="877" w:type="dxa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通识课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584690" w:rsidRPr="00F43FF6" w:rsidRDefault="00584690" w:rsidP="00CD7AED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A153E2" w:rsidRPr="00F43FF6" w:rsidTr="00CD7AED">
        <w:trPr>
          <w:trHeight w:val="238"/>
          <w:jc w:val="center"/>
        </w:trPr>
        <w:tc>
          <w:tcPr>
            <w:tcW w:w="877" w:type="dxa"/>
            <w:vAlign w:val="center"/>
          </w:tcPr>
          <w:p w:rsidR="00A153E2" w:rsidRPr="00F43FF6" w:rsidRDefault="00A153E2" w:rsidP="00A153E2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A153E2" w:rsidRPr="00F43FF6" w:rsidRDefault="00A153E2" w:rsidP="00A153E2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专业课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A153E2" w:rsidRPr="00F43FF6" w:rsidRDefault="00A153E2" w:rsidP="00A153E2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A153E2" w:rsidRPr="00F43FF6" w:rsidRDefault="00A153E2" w:rsidP="00A153E2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A153E2" w:rsidRPr="00F43FF6" w:rsidRDefault="00A153E2" w:rsidP="00A153E2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A153E2" w:rsidRPr="00F43FF6" w:rsidTr="00CD7AED">
        <w:trPr>
          <w:trHeight w:val="238"/>
          <w:jc w:val="center"/>
        </w:trPr>
        <w:tc>
          <w:tcPr>
            <w:tcW w:w="877" w:type="dxa"/>
            <w:vAlign w:val="center"/>
          </w:tcPr>
          <w:p w:rsidR="00A153E2" w:rsidRPr="00F43FF6" w:rsidRDefault="00A153E2" w:rsidP="00A153E2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A153E2" w:rsidRPr="00F43FF6" w:rsidRDefault="00A153E2" w:rsidP="00A153E2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专业课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A153E2" w:rsidRPr="00F43FF6" w:rsidRDefault="00A153E2" w:rsidP="00A153E2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A153E2" w:rsidRPr="00F43FF6" w:rsidRDefault="00A153E2" w:rsidP="00A153E2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A153E2" w:rsidRPr="00F43FF6" w:rsidRDefault="00A153E2" w:rsidP="00A153E2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</w:tbl>
    <w:p w:rsidR="00987047" w:rsidRDefault="00987047" w:rsidP="00584690"/>
    <w:p w:rsidR="0061415D" w:rsidRDefault="0061415D" w:rsidP="00584690"/>
    <w:p w:rsidR="0061415D" w:rsidRDefault="0061415D" w:rsidP="00584690"/>
    <w:p w:rsidR="0061415D" w:rsidRDefault="0061415D" w:rsidP="0061415D">
      <w:pPr>
        <w:spacing w:beforeLines="50" w:before="159" w:afterLines="100" w:after="319"/>
        <w:jc w:val="center"/>
        <w:rPr>
          <w:rFonts w:ascii="方正小标宋简体" w:eastAsia="方正小标宋简体"/>
          <w:sz w:val="36"/>
          <w:szCs w:val="36"/>
        </w:rPr>
      </w:pPr>
    </w:p>
    <w:p w:rsidR="0061415D" w:rsidRDefault="0061415D" w:rsidP="0061415D">
      <w:pPr>
        <w:spacing w:beforeLines="50" w:before="159" w:afterLines="100" w:after="319"/>
        <w:jc w:val="center"/>
        <w:rPr>
          <w:rFonts w:ascii="方正小标宋简体" w:eastAsia="方正小标宋简体"/>
          <w:sz w:val="36"/>
          <w:szCs w:val="36"/>
        </w:rPr>
      </w:pPr>
    </w:p>
    <w:p w:rsidR="0061415D" w:rsidRDefault="0061415D" w:rsidP="0061415D">
      <w:pPr>
        <w:spacing w:beforeLines="50" w:before="159" w:afterLines="100" w:after="319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江西服装学院</w:t>
      </w:r>
      <w:r>
        <w:rPr>
          <w:rFonts w:ascii="方正小标宋简体" w:eastAsia="方正小标宋简体" w:hint="eastAsia"/>
          <w:b/>
          <w:sz w:val="36"/>
          <w:szCs w:val="36"/>
        </w:rPr>
        <w:t>“课程思政”示范课堂</w:t>
      </w:r>
      <w:r>
        <w:rPr>
          <w:rFonts w:ascii="方正小标宋简体" w:eastAsia="方正小标宋简体" w:hint="eastAsia"/>
          <w:b/>
          <w:sz w:val="36"/>
          <w:szCs w:val="36"/>
        </w:rPr>
        <w:t>汇总</w:t>
      </w:r>
    </w:p>
    <w:p w:rsidR="0061415D" w:rsidRPr="0061415D" w:rsidRDefault="0061415D" w:rsidP="0061415D">
      <w:pPr>
        <w:rPr>
          <w:rFonts w:ascii="仿宋_GB2312" w:eastAsia="仿宋_GB2312" w:hAnsi="黑体" w:hint="eastAsia"/>
          <w:sz w:val="24"/>
        </w:rPr>
      </w:pPr>
      <w:r>
        <w:rPr>
          <w:rFonts w:ascii="仿宋_GB2312" w:eastAsia="仿宋_GB2312" w:hAnsi="黑体" w:hint="eastAsia"/>
          <w:sz w:val="24"/>
        </w:rPr>
        <w:t>联系人及所在部门：                         办公电话：            手机：              电子邮箱：</w:t>
      </w:r>
    </w:p>
    <w:tbl>
      <w:tblPr>
        <w:tblW w:w="139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2664"/>
        <w:gridCol w:w="4089"/>
        <w:gridCol w:w="3928"/>
        <w:gridCol w:w="2418"/>
      </w:tblGrid>
      <w:tr w:rsidR="0061415D" w:rsidRPr="00F43FF6" w:rsidTr="004D736F">
        <w:trPr>
          <w:trHeight w:val="743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课程类别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开课</w:t>
            </w: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系（部）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课程负责人</w:t>
            </w:r>
          </w:p>
        </w:tc>
      </w:tr>
      <w:tr w:rsidR="0061415D" w:rsidRPr="00F43FF6" w:rsidTr="004D736F">
        <w:trPr>
          <w:trHeight w:val="238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思想政治理论课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61415D" w:rsidRPr="00F43FF6" w:rsidTr="004D736F">
        <w:trPr>
          <w:trHeight w:val="238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通识课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61415D" w:rsidRPr="00F43FF6" w:rsidTr="004D736F">
        <w:trPr>
          <w:trHeight w:val="238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通识课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61415D" w:rsidRPr="00F43FF6" w:rsidTr="004D736F">
        <w:trPr>
          <w:trHeight w:val="238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专业课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61415D" w:rsidRPr="00F43FF6" w:rsidTr="004D736F">
        <w:trPr>
          <w:trHeight w:val="238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专业课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</w:tbl>
    <w:p w:rsidR="0061415D" w:rsidRDefault="0061415D" w:rsidP="00584690"/>
    <w:p w:rsidR="0061415D" w:rsidRDefault="0061415D" w:rsidP="00584690"/>
    <w:p w:rsidR="0061415D" w:rsidRDefault="0061415D" w:rsidP="00584690"/>
    <w:p w:rsidR="0061415D" w:rsidRDefault="0061415D" w:rsidP="0061415D">
      <w:pPr>
        <w:spacing w:beforeLines="50" w:before="159" w:afterLines="100" w:after="319"/>
        <w:jc w:val="center"/>
        <w:rPr>
          <w:rFonts w:ascii="方正小标宋简体" w:eastAsia="方正小标宋简体"/>
          <w:sz w:val="36"/>
          <w:szCs w:val="36"/>
        </w:rPr>
      </w:pPr>
    </w:p>
    <w:p w:rsidR="0061415D" w:rsidRDefault="0061415D" w:rsidP="0061415D">
      <w:pPr>
        <w:spacing w:beforeLines="50" w:before="159" w:afterLines="100" w:after="319"/>
        <w:jc w:val="center"/>
        <w:rPr>
          <w:rFonts w:ascii="方正小标宋简体" w:eastAsia="方正小标宋简体"/>
          <w:sz w:val="36"/>
          <w:szCs w:val="36"/>
        </w:rPr>
      </w:pPr>
    </w:p>
    <w:p w:rsidR="0061415D" w:rsidRDefault="0061415D" w:rsidP="0061415D">
      <w:pPr>
        <w:spacing w:beforeLines="50" w:before="159" w:afterLines="100" w:after="319"/>
        <w:jc w:val="center"/>
        <w:rPr>
          <w:rFonts w:ascii="方正小标宋简体" w:eastAsia="方正小标宋简体"/>
          <w:b/>
          <w:sz w:val="36"/>
          <w:szCs w:val="36"/>
        </w:rPr>
      </w:pPr>
      <w:r>
        <w:rPr>
          <w:rFonts w:ascii="方正小标宋简体" w:eastAsia="方正小标宋简体" w:hint="eastAsia"/>
          <w:sz w:val="36"/>
          <w:szCs w:val="36"/>
        </w:rPr>
        <w:t>江西服装学院</w:t>
      </w:r>
      <w:r w:rsidRPr="0061415D">
        <w:rPr>
          <w:rFonts w:ascii="方正小标宋简体" w:eastAsia="方正小标宋简体" w:hint="eastAsia"/>
          <w:b/>
          <w:sz w:val="36"/>
          <w:szCs w:val="36"/>
        </w:rPr>
        <w:t>“课程思政”</w:t>
      </w:r>
      <w:r>
        <w:rPr>
          <w:rFonts w:ascii="方正小标宋简体" w:eastAsia="方正小标宋简体" w:hint="eastAsia"/>
          <w:b/>
          <w:sz w:val="36"/>
          <w:szCs w:val="36"/>
        </w:rPr>
        <w:t>授课比赛</w:t>
      </w:r>
      <w:r>
        <w:rPr>
          <w:rFonts w:ascii="方正小标宋简体" w:eastAsia="方正小标宋简体" w:hint="eastAsia"/>
          <w:b/>
          <w:sz w:val="36"/>
          <w:szCs w:val="36"/>
        </w:rPr>
        <w:t>汇总</w:t>
      </w:r>
    </w:p>
    <w:p w:rsidR="0061415D" w:rsidRPr="0061415D" w:rsidRDefault="0061415D" w:rsidP="0061415D">
      <w:pPr>
        <w:rPr>
          <w:rFonts w:ascii="仿宋_GB2312" w:eastAsia="仿宋_GB2312" w:hAnsi="黑体" w:hint="eastAsia"/>
          <w:sz w:val="24"/>
        </w:rPr>
      </w:pPr>
      <w:r>
        <w:rPr>
          <w:rFonts w:ascii="仿宋_GB2312" w:eastAsia="仿宋_GB2312" w:hAnsi="黑体" w:hint="eastAsia"/>
          <w:sz w:val="24"/>
        </w:rPr>
        <w:t>联系人及所在部门：                         办公电话：            手机：              电子邮箱：</w:t>
      </w:r>
    </w:p>
    <w:tbl>
      <w:tblPr>
        <w:tblW w:w="1397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77"/>
        <w:gridCol w:w="2664"/>
        <w:gridCol w:w="4089"/>
        <w:gridCol w:w="3928"/>
        <w:gridCol w:w="2418"/>
      </w:tblGrid>
      <w:tr w:rsidR="0061415D" w:rsidRPr="00F43FF6" w:rsidTr="004D736F">
        <w:trPr>
          <w:trHeight w:val="743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课程类别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课程名称</w:t>
            </w: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开课</w:t>
            </w:r>
            <w:r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系（部）</w:t>
            </w: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/>
                <w:bCs/>
                <w:kern w:val="0"/>
                <w:sz w:val="28"/>
                <w:szCs w:val="28"/>
              </w:rPr>
            </w:pPr>
            <w:r w:rsidRPr="00F43FF6">
              <w:rPr>
                <w:rFonts w:ascii="宋体" w:hAnsi="宋体" w:hint="eastAsia"/>
                <w:b/>
                <w:bCs/>
                <w:kern w:val="0"/>
                <w:sz w:val="28"/>
                <w:szCs w:val="28"/>
              </w:rPr>
              <w:t>课程负责人</w:t>
            </w:r>
          </w:p>
        </w:tc>
      </w:tr>
      <w:tr w:rsidR="0061415D" w:rsidRPr="00F43FF6" w:rsidTr="004D736F">
        <w:trPr>
          <w:trHeight w:val="238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1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思想政治理论课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61415D" w:rsidRPr="00F43FF6" w:rsidTr="004D736F">
        <w:trPr>
          <w:trHeight w:val="238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2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通识课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61415D" w:rsidRPr="00F43FF6" w:rsidTr="004D736F">
        <w:trPr>
          <w:trHeight w:val="238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3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通识课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61415D" w:rsidRPr="00F43FF6" w:rsidTr="004D736F">
        <w:trPr>
          <w:trHeight w:val="238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4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专业课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  <w:tr w:rsidR="0061415D" w:rsidRPr="00F43FF6" w:rsidTr="004D736F">
        <w:trPr>
          <w:trHeight w:val="238"/>
          <w:jc w:val="center"/>
        </w:trPr>
        <w:tc>
          <w:tcPr>
            <w:tcW w:w="877" w:type="dxa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5</w:t>
            </w:r>
          </w:p>
        </w:tc>
        <w:tc>
          <w:tcPr>
            <w:tcW w:w="2664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  <w:r>
              <w:rPr>
                <w:rFonts w:ascii="宋体" w:hAnsi="宋体" w:hint="eastAsia"/>
                <w:bCs/>
                <w:kern w:val="0"/>
                <w:sz w:val="28"/>
                <w:szCs w:val="28"/>
              </w:rPr>
              <w:t>专业课</w:t>
            </w:r>
          </w:p>
        </w:tc>
        <w:tc>
          <w:tcPr>
            <w:tcW w:w="4089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392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  <w:tc>
          <w:tcPr>
            <w:tcW w:w="2418" w:type="dxa"/>
            <w:shd w:val="clear" w:color="auto" w:fill="auto"/>
            <w:vAlign w:val="center"/>
          </w:tcPr>
          <w:p w:rsidR="0061415D" w:rsidRPr="00F43FF6" w:rsidRDefault="0061415D" w:rsidP="004D736F">
            <w:pPr>
              <w:adjustRightInd w:val="0"/>
              <w:snapToGrid w:val="0"/>
              <w:spacing w:line="520" w:lineRule="exact"/>
              <w:jc w:val="center"/>
              <w:rPr>
                <w:rFonts w:ascii="宋体" w:hAnsi="宋体"/>
                <w:bCs/>
                <w:kern w:val="0"/>
                <w:sz w:val="28"/>
                <w:szCs w:val="28"/>
              </w:rPr>
            </w:pPr>
          </w:p>
        </w:tc>
      </w:tr>
    </w:tbl>
    <w:p w:rsidR="0061415D" w:rsidRPr="00584690" w:rsidRDefault="0061415D" w:rsidP="00584690">
      <w:pPr>
        <w:rPr>
          <w:rFonts w:hint="eastAsia"/>
        </w:rPr>
      </w:pPr>
    </w:p>
    <w:sectPr w:rsidR="0061415D" w:rsidRPr="00584690">
      <w:pgSz w:w="16838" w:h="11906" w:orient="landscape"/>
      <w:pgMar w:top="1803" w:right="1440" w:bottom="1803" w:left="1440" w:header="851" w:footer="992" w:gutter="0"/>
      <w:cols w:space="0"/>
      <w:docGrid w:type="lines" w:linePitch="3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6C94" w:rsidRDefault="00506C94" w:rsidP="00BD4DFC">
      <w:r>
        <w:separator/>
      </w:r>
    </w:p>
  </w:endnote>
  <w:endnote w:type="continuationSeparator" w:id="0">
    <w:p w:rsidR="00506C94" w:rsidRDefault="00506C94" w:rsidP="00BD4D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6C94" w:rsidRDefault="00506C94" w:rsidP="00BD4DFC">
      <w:r>
        <w:separator/>
      </w:r>
    </w:p>
  </w:footnote>
  <w:footnote w:type="continuationSeparator" w:id="0">
    <w:p w:rsidR="00506C94" w:rsidRDefault="00506C94" w:rsidP="00BD4DF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420"/>
  <w:drawingGridVerticalSpacing w:val="159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003249"/>
    <w:rsid w:val="00027870"/>
    <w:rsid w:val="004066B4"/>
    <w:rsid w:val="00506C94"/>
    <w:rsid w:val="00584690"/>
    <w:rsid w:val="0061415D"/>
    <w:rsid w:val="008E4A40"/>
    <w:rsid w:val="00963524"/>
    <w:rsid w:val="00987047"/>
    <w:rsid w:val="00A153E2"/>
    <w:rsid w:val="00BD4DFC"/>
    <w:rsid w:val="00C207B6"/>
    <w:rsid w:val="00D944FE"/>
    <w:rsid w:val="00E85DDF"/>
    <w:rsid w:val="00EC467E"/>
    <w:rsid w:val="00EE2EF0"/>
    <w:rsid w:val="03D7793D"/>
    <w:rsid w:val="0CCA71EA"/>
    <w:rsid w:val="172C3C26"/>
    <w:rsid w:val="29FC7D25"/>
    <w:rsid w:val="3ED539BA"/>
    <w:rsid w:val="3FCA5674"/>
    <w:rsid w:val="43950417"/>
    <w:rsid w:val="499E2DF8"/>
    <w:rsid w:val="4A967A2E"/>
    <w:rsid w:val="565A459B"/>
    <w:rsid w:val="57494895"/>
    <w:rsid w:val="5F7A650C"/>
    <w:rsid w:val="60E616CF"/>
    <w:rsid w:val="62003249"/>
    <w:rsid w:val="6566481F"/>
    <w:rsid w:val="6D535020"/>
    <w:rsid w:val="7A341B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docId w15:val="{6BF55262-490E-43C2-956F-07FAB29D8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2">
    <w:name w:val="heading 2"/>
    <w:basedOn w:val="a"/>
    <w:next w:val="a"/>
    <w:unhideWhenUsed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"/>
    <w:rsid w:val="00BD4D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BD4DFC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1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44</TotalTime>
  <Pages>3</Pages>
  <Words>80</Words>
  <Characters>457</Characters>
  <Application>Microsoft Office Word</Application>
  <DocSecurity>0</DocSecurity>
  <Lines>3</Lines>
  <Paragraphs>1</Paragraphs>
  <ScaleCrop>false</ScaleCrop>
  <Company>Microsoft</Company>
  <LinksUpToDate>false</LinksUpToDate>
  <CharactersWithSpaces>536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zhu kai</cp:lastModifiedBy>
  <cp:revision>8</cp:revision>
  <cp:lastPrinted>2018-08-01T07:58:00Z</cp:lastPrinted>
  <dcterms:created xsi:type="dcterms:W3CDTF">2018-08-04T02:51:00Z</dcterms:created>
  <dcterms:modified xsi:type="dcterms:W3CDTF">2019-05-07T12:51:00Z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